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1A" w:rsidRPr="00C30C5B" w:rsidRDefault="0030291A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</w:t>
      </w:r>
    </w:p>
    <w:p w:rsidR="0030291A" w:rsidRDefault="0030291A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30291A" w:rsidRPr="00C30C5B" w:rsidRDefault="0030291A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15.10.2013 года № 565-п</w:t>
      </w:r>
    </w:p>
    <w:p w:rsidR="0030291A" w:rsidRDefault="0030291A" w:rsidP="00023EB2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«</w:t>
      </w:r>
      <w:r w:rsidRPr="00BC7099">
        <w:rPr>
          <w:rFonts w:ascii="Times New Roman" w:hAnsi="Times New Roman"/>
          <w:sz w:val="26"/>
          <w:szCs w:val="24"/>
        </w:rPr>
        <w:t>О внесении изменений в муниципальную программу</w:t>
      </w:r>
    </w:p>
    <w:p w:rsidR="0030291A" w:rsidRDefault="0030291A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7099">
        <w:rPr>
          <w:rFonts w:ascii="Times New Roman" w:hAnsi="Times New Roman"/>
          <w:sz w:val="26"/>
          <w:szCs w:val="26"/>
        </w:rPr>
        <w:t>«</w:t>
      </w:r>
      <w:r w:rsidRPr="00107C9E">
        <w:rPr>
          <w:rFonts w:ascii="Times New Roman" w:hAnsi="Times New Roman"/>
          <w:sz w:val="26"/>
          <w:szCs w:val="26"/>
        </w:rPr>
        <w:t xml:space="preserve">Энергосбережение и повышение энергоэффективности </w:t>
      </w:r>
    </w:p>
    <w:p w:rsidR="0030291A" w:rsidRDefault="0030291A" w:rsidP="00023E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C9E">
        <w:rPr>
          <w:rFonts w:ascii="Times New Roman" w:hAnsi="Times New Roman"/>
          <w:sz w:val="26"/>
          <w:szCs w:val="26"/>
        </w:rPr>
        <w:t xml:space="preserve">в муниципальном образовании город Сорск на 2011 </w:t>
      </w:r>
      <w:r>
        <w:rPr>
          <w:rFonts w:ascii="Times New Roman" w:hAnsi="Times New Roman"/>
          <w:sz w:val="26"/>
          <w:szCs w:val="26"/>
        </w:rPr>
        <w:t>–</w:t>
      </w:r>
      <w:r w:rsidRPr="00107C9E">
        <w:rPr>
          <w:rFonts w:ascii="Times New Roman" w:hAnsi="Times New Roman"/>
          <w:sz w:val="26"/>
          <w:szCs w:val="26"/>
        </w:rPr>
        <w:t xml:space="preserve"> 2015 годы </w:t>
      </w:r>
    </w:p>
    <w:p w:rsidR="0030291A" w:rsidRDefault="0030291A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</w:t>
      </w:r>
    </w:p>
    <w:p w:rsidR="0030291A" w:rsidRPr="00C30C5B" w:rsidRDefault="0030291A" w:rsidP="00023EB2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от 29.10.2012г №589-п </w:t>
      </w:r>
      <w:r>
        <w:rPr>
          <w:rFonts w:ascii="Times New Roman" w:hAnsi="Times New Roman" w:cs="Times New Roman"/>
          <w:sz w:val="26"/>
          <w:szCs w:val="26"/>
        </w:rPr>
        <w:t>«</w:t>
      </w:r>
    </w:p>
    <w:p w:rsidR="0030291A" w:rsidRPr="00C30C5B" w:rsidRDefault="0030291A" w:rsidP="00A64E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26.03.2013 г. № 100-п, 28.0+6.2013 № 333-п, от 10.07.2013 № 359-п)</w:t>
      </w:r>
    </w:p>
    <w:p w:rsidR="0030291A" w:rsidRDefault="0030291A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291A" w:rsidRPr="00C30C5B" w:rsidRDefault="0030291A" w:rsidP="00023EB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Приложение 4</w:t>
      </w:r>
    </w:p>
    <w:p w:rsidR="0030291A" w:rsidRPr="00C30C5B" w:rsidRDefault="0030291A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к муниципальной программе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C30C5B">
        <w:rPr>
          <w:rFonts w:ascii="Times New Roman" w:hAnsi="Times New Roman"/>
          <w:sz w:val="26"/>
          <w:szCs w:val="26"/>
        </w:rPr>
        <w:t>Энергосбережение и повышение</w:t>
      </w:r>
    </w:p>
    <w:p w:rsidR="0030291A" w:rsidRPr="00C30C5B" w:rsidRDefault="0030291A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энергоэффективности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30291A" w:rsidRPr="00C30C5B" w:rsidRDefault="0030291A" w:rsidP="00023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 xml:space="preserve">г. Сорск на 2011 </w:t>
      </w:r>
      <w:r>
        <w:rPr>
          <w:rFonts w:ascii="Times New Roman" w:hAnsi="Times New Roman"/>
          <w:sz w:val="26"/>
          <w:szCs w:val="26"/>
        </w:rPr>
        <w:t>–</w:t>
      </w:r>
      <w:r w:rsidRPr="00C30C5B">
        <w:rPr>
          <w:rFonts w:ascii="Times New Roman" w:hAnsi="Times New Roman"/>
          <w:sz w:val="26"/>
          <w:szCs w:val="26"/>
        </w:rPr>
        <w:t xml:space="preserve"> 2015 годы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0C5B">
        <w:rPr>
          <w:rFonts w:ascii="Times New Roman" w:hAnsi="Times New Roman"/>
          <w:sz w:val="26"/>
          <w:szCs w:val="26"/>
        </w:rPr>
        <w:t>и на перспективу до 2020 года</w:t>
      </w:r>
      <w:r>
        <w:rPr>
          <w:rFonts w:ascii="Times New Roman" w:hAnsi="Times New Roman"/>
          <w:sz w:val="26"/>
          <w:szCs w:val="26"/>
        </w:rPr>
        <w:t>»</w:t>
      </w:r>
    </w:p>
    <w:p w:rsidR="0030291A" w:rsidRDefault="0030291A" w:rsidP="00EA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291A" w:rsidRPr="00C30C5B" w:rsidRDefault="0030291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Перечень</w:t>
      </w:r>
    </w:p>
    <w:p w:rsidR="0030291A" w:rsidRPr="00C30C5B" w:rsidRDefault="0030291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программных мероприятий муниципальной программы</w:t>
      </w:r>
    </w:p>
    <w:p w:rsidR="0030291A" w:rsidRPr="00C30C5B" w:rsidRDefault="0030291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C30C5B">
        <w:rPr>
          <w:rFonts w:ascii="Times New Roman" w:hAnsi="Times New Roman"/>
          <w:sz w:val="26"/>
          <w:szCs w:val="26"/>
        </w:rPr>
        <w:t>Энергосбережение и повышение энергоэффективности</w:t>
      </w:r>
    </w:p>
    <w:p w:rsidR="0030291A" w:rsidRPr="00C30C5B" w:rsidRDefault="0030291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>в муниципальном образовании г. Сорск</w:t>
      </w:r>
    </w:p>
    <w:p w:rsidR="0030291A" w:rsidRPr="00C30C5B" w:rsidRDefault="0030291A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0C5B">
        <w:rPr>
          <w:rFonts w:ascii="Times New Roman" w:hAnsi="Times New Roman"/>
          <w:sz w:val="26"/>
          <w:szCs w:val="26"/>
        </w:rPr>
        <w:t xml:space="preserve">на 2011 </w:t>
      </w:r>
      <w:r>
        <w:rPr>
          <w:rFonts w:ascii="Times New Roman" w:hAnsi="Times New Roman"/>
          <w:sz w:val="26"/>
          <w:szCs w:val="26"/>
        </w:rPr>
        <w:t>–</w:t>
      </w:r>
      <w:r w:rsidRPr="00C30C5B">
        <w:rPr>
          <w:rFonts w:ascii="Times New Roman" w:hAnsi="Times New Roman"/>
          <w:sz w:val="26"/>
          <w:szCs w:val="26"/>
        </w:rPr>
        <w:t xml:space="preserve"> 2015 годы и на перспективу до 2020 года</w:t>
      </w:r>
      <w:r>
        <w:rPr>
          <w:rFonts w:ascii="Times New Roman" w:hAnsi="Times New Roman"/>
          <w:sz w:val="26"/>
          <w:szCs w:val="26"/>
        </w:rPr>
        <w:t>»</w:t>
      </w:r>
    </w:p>
    <w:p w:rsidR="0030291A" w:rsidRDefault="0030291A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0291A" w:rsidRDefault="0030291A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5208" w:type="dxa"/>
        <w:tblInd w:w="108" w:type="dxa"/>
        <w:tblLayout w:type="fixed"/>
        <w:tblLook w:val="00A0"/>
      </w:tblPr>
      <w:tblGrid>
        <w:gridCol w:w="839"/>
        <w:gridCol w:w="2296"/>
        <w:gridCol w:w="6"/>
        <w:gridCol w:w="714"/>
        <w:gridCol w:w="6"/>
        <w:gridCol w:w="1059"/>
        <w:gridCol w:w="716"/>
        <w:gridCol w:w="840"/>
        <w:gridCol w:w="1063"/>
        <w:gridCol w:w="6"/>
        <w:gridCol w:w="710"/>
        <w:gridCol w:w="6"/>
        <w:gridCol w:w="704"/>
        <w:gridCol w:w="6"/>
        <w:gridCol w:w="6"/>
        <w:gridCol w:w="1899"/>
        <w:gridCol w:w="26"/>
        <w:gridCol w:w="1894"/>
        <w:gridCol w:w="12"/>
        <w:gridCol w:w="1548"/>
        <w:gridCol w:w="12"/>
        <w:gridCol w:w="12"/>
        <w:gridCol w:w="816"/>
        <w:gridCol w:w="12"/>
      </w:tblGrid>
      <w:tr w:rsidR="0030291A" w:rsidRPr="00607154" w:rsidTr="00BF3D4B">
        <w:trPr>
          <w:gridAfter w:val="1"/>
          <w:wAfter w:w="12" w:type="dxa"/>
          <w:trHeight w:val="255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Наименование/    содержание       мероприятий      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   выполнения</w:t>
            </w:r>
          </w:p>
        </w:tc>
        <w:tc>
          <w:tcPr>
            <w:tcW w:w="51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Стоимость работ, тыс. руб.         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 эффективности  затрат 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Обоснование затрат        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Исполнители     </w:t>
            </w:r>
          </w:p>
        </w:tc>
      </w:tr>
      <w:tr w:rsidR="0030291A" w:rsidRPr="00607154" w:rsidTr="00BF3D4B">
        <w:trPr>
          <w:trHeight w:val="49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3B062F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trHeight w:val="49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94812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48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Приобретение и монтаж автоматических угольных котельных Терморобот для автономного отопления здания школы № 4 п.с.т Ербинская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3B062F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94812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48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3000 в т.ч. 150 – бюджет МО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trHeight w:val="49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94812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объектов коммунальной инфраструктуры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3B062F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94812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F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5.8.1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обмуровки котла ДКВР 20/13 №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2402,2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894812">
            <w:pPr>
              <w:spacing w:after="0" w:line="240" w:lineRule="auto"/>
              <w:ind w:left="-245" w:firstLine="24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2402,2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0291A" w:rsidRPr="00DF1607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рамках предус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мотренных рес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публиканским  бюджетом в соот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ветствующем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фин.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году бюджетных ассигнов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аний в  составе ведомст-венной 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структуры расходов государ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ственным заказчи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714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кам РП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: 5% - бюджет МО, 95% - республиканский бюджет.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ТЭР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ком.предложение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конкурсной   основе   </w:t>
            </w: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5.8.2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охлаждаемой уголковой решетки котла ДКВР 20/13 №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5.8.3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 труб бокового экрана котла ДКВР 20/13 №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816,2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816,2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5.8.4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обмуровки котла КЕ 25/14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1910,7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1910,7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5.8.5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81">
              <w:rPr>
                <w:rFonts w:ascii="Times New Roman" w:hAnsi="Times New Roman"/>
                <w:sz w:val="24"/>
                <w:szCs w:val="24"/>
              </w:rPr>
              <w:t>Капитальный ремонт  труб заднего экрана  и конвективного пучка котла КЕ 25/14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1019,0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1019,0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5.8.6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систем водоснабжения и водоотведения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2337,9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2337,9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5.8.7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подогревателя исходной воды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1089,5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1089,5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2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5.8.8</w:t>
            </w:r>
          </w:p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КИПиА котла ДКВР 20/13 № 2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1118,4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1118,4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3A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5.8.9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Замена дымососов котлов ДКВР 20/13 № 1,2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ED4AC6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649,34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649,34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5.8.10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Замена газоходов котлов ДКВР 20/13 № 1,2,3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5.8.11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теплотрассы от ТК -18 до ТК 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1 810,8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1 810,8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5.8.12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газоочистного оборудовании  БЦ2-7х(5+3) котла КЕ 25/14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5.8.13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Модернизация насосного оборудования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E6259C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9326,3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E6259C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9326,3, в.т.ч. бюджет МО -466,3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A768AB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Водоподъем № </w:t>
            </w:r>
            <w:smartTag w:uri="urn:schemas-microsoft-com:office:smarttags" w:element="metricconverter">
              <w:smartTagPr>
                <w:attr w:name="ProductID" w:val="3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3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Сорск, установка насосов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r w:rsidRPr="00A768A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ТР100-1680  (300 м2/ч) – 3 шт, шкаф управления 3-мя насосами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5347,4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5347,4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котельная г. Сорск, установка насосов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Grundfos</w:t>
            </w:r>
            <w:r w:rsidRPr="00890C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NB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71F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65-200/217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371F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 м3/ч) – 3 ед, шкаф управления 3-мя насосами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E6259C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3978,9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E6259C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3978,9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71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5.8.14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Приобретение дымососа ДН-15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ED4AC6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5.8.15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Приобретение водопроводных труб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5.8.16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обмуровки котла ДКВР 20/13 ст. № 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5.8.17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обмуровки котла КЕ 25/14 ст.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228,65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228,65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5.8.18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обмуровки котла КЕ 25/14 ст. №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5.8.19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системы возврата уноса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5.8.20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проекта  установки модульной котельной в ООШ № 4 пст. Ербинская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62024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5.8.21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внеочередного технического освидетельствования котлов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BF3D4B">
        <w:trPr>
          <w:gridAfter w:val="1"/>
          <w:wAfter w:w="12" w:type="dxa"/>
          <w:trHeight w:val="99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5.8.22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Техническая диагностика здания котельной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150ADF">
        <w:trPr>
          <w:gridAfter w:val="1"/>
          <w:wAfter w:w="12" w:type="dxa"/>
          <w:trHeight w:val="83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5.8.23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Приобретение задвижки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D3A81" w:rsidRDefault="0030291A" w:rsidP="00B756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F204D8">
        <w:trPr>
          <w:gridAfter w:val="1"/>
          <w:wAfter w:w="12" w:type="dxa"/>
          <w:trHeight w:val="35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по разделу №5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73198,8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6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31135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39 223,8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DF1607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2840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3133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91A" w:rsidRPr="00607154" w:rsidTr="00F204D8">
        <w:trPr>
          <w:gridAfter w:val="1"/>
          <w:wAfter w:w="12" w:type="dxa"/>
          <w:trHeight w:val="35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Default="0030291A" w:rsidP="00B4710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EE21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EE21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143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EE21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81501,8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339F0" w:rsidRDefault="0030291A" w:rsidP="00EE2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339F0" w:rsidRDefault="0030291A" w:rsidP="00EE2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39F0">
              <w:rPr>
                <w:rFonts w:ascii="Times New Roman" w:hAnsi="Times New Roman"/>
                <w:sz w:val="20"/>
                <w:szCs w:val="20"/>
                <w:lang w:eastAsia="ru-RU"/>
              </w:rPr>
              <w:t>36688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339F0" w:rsidRDefault="0030291A" w:rsidP="00EE2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40223,8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339F0" w:rsidRDefault="0030291A" w:rsidP="00EE2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2840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8339F0" w:rsidRDefault="0030291A" w:rsidP="00EE2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023EB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91A" w:rsidRPr="00471430" w:rsidRDefault="0030291A" w:rsidP="00A140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0291A" w:rsidRDefault="0030291A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291A" w:rsidRDefault="0030291A" w:rsidP="00EA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9A41B9">
        <w:rPr>
          <w:rFonts w:ascii="Times New Roman" w:hAnsi="Times New Roman"/>
          <w:sz w:val="26"/>
          <w:szCs w:val="26"/>
        </w:rPr>
        <w:t xml:space="preserve">* в данных суммах предусмотрена кредиторская задолженность 2012 года. </w:t>
      </w:r>
    </w:p>
    <w:p w:rsidR="0030291A" w:rsidRDefault="0030291A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 сумма из бюджета МО</w:t>
      </w:r>
    </w:p>
    <w:p w:rsidR="0030291A" w:rsidRDefault="0030291A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0291A" w:rsidRDefault="0030291A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первого заместителя главы города                                                                                                      Л.В. Носкова</w:t>
      </w:r>
    </w:p>
    <w:p w:rsidR="0030291A" w:rsidRDefault="0030291A" w:rsidP="009A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sectPr w:rsidR="0030291A" w:rsidSect="00C5397B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2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3EB2"/>
    <w:rsid w:val="00024177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5FC5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7BD"/>
    <w:rsid w:val="0010180C"/>
    <w:rsid w:val="001018C0"/>
    <w:rsid w:val="00102D25"/>
    <w:rsid w:val="0010312F"/>
    <w:rsid w:val="00103232"/>
    <w:rsid w:val="00104A00"/>
    <w:rsid w:val="00104EEC"/>
    <w:rsid w:val="00106005"/>
    <w:rsid w:val="0010620E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268"/>
    <w:rsid w:val="00134647"/>
    <w:rsid w:val="001346BA"/>
    <w:rsid w:val="00135426"/>
    <w:rsid w:val="00140BCE"/>
    <w:rsid w:val="00141370"/>
    <w:rsid w:val="00143062"/>
    <w:rsid w:val="001445EC"/>
    <w:rsid w:val="001449B9"/>
    <w:rsid w:val="00144CCB"/>
    <w:rsid w:val="00145271"/>
    <w:rsid w:val="00145A19"/>
    <w:rsid w:val="00147118"/>
    <w:rsid w:val="00147C8F"/>
    <w:rsid w:val="0015041E"/>
    <w:rsid w:val="00150ADF"/>
    <w:rsid w:val="00150E82"/>
    <w:rsid w:val="00151033"/>
    <w:rsid w:val="00151DA7"/>
    <w:rsid w:val="00152142"/>
    <w:rsid w:val="0015256A"/>
    <w:rsid w:val="00153975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114"/>
    <w:rsid w:val="00181234"/>
    <w:rsid w:val="001819EE"/>
    <w:rsid w:val="00183107"/>
    <w:rsid w:val="00185121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C7458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1E72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270D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1E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97793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3AC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6C1B"/>
    <w:rsid w:val="002C74D8"/>
    <w:rsid w:val="002D0048"/>
    <w:rsid w:val="002D1DA0"/>
    <w:rsid w:val="002D2991"/>
    <w:rsid w:val="002D2DDB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73A"/>
    <w:rsid w:val="0030291A"/>
    <w:rsid w:val="0030292A"/>
    <w:rsid w:val="0030315B"/>
    <w:rsid w:val="003041CF"/>
    <w:rsid w:val="00304482"/>
    <w:rsid w:val="00304B16"/>
    <w:rsid w:val="00305CBD"/>
    <w:rsid w:val="00306049"/>
    <w:rsid w:val="003069DB"/>
    <w:rsid w:val="00310064"/>
    <w:rsid w:val="00310487"/>
    <w:rsid w:val="00313137"/>
    <w:rsid w:val="00313391"/>
    <w:rsid w:val="00313B04"/>
    <w:rsid w:val="0031404A"/>
    <w:rsid w:val="00314BD7"/>
    <w:rsid w:val="00314BFC"/>
    <w:rsid w:val="00320C2C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0A34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1B27"/>
    <w:rsid w:val="00352B19"/>
    <w:rsid w:val="003534BE"/>
    <w:rsid w:val="00354147"/>
    <w:rsid w:val="00354491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1F18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8B0"/>
    <w:rsid w:val="00386F49"/>
    <w:rsid w:val="0038744C"/>
    <w:rsid w:val="0039157E"/>
    <w:rsid w:val="0039425A"/>
    <w:rsid w:val="00394D45"/>
    <w:rsid w:val="003950BA"/>
    <w:rsid w:val="00396728"/>
    <w:rsid w:val="00397245"/>
    <w:rsid w:val="003A06EB"/>
    <w:rsid w:val="003A08A3"/>
    <w:rsid w:val="003A0DFD"/>
    <w:rsid w:val="003A2B36"/>
    <w:rsid w:val="003A4960"/>
    <w:rsid w:val="003A64E5"/>
    <w:rsid w:val="003A7F8F"/>
    <w:rsid w:val="003B062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36932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476E"/>
    <w:rsid w:val="00455256"/>
    <w:rsid w:val="00455C50"/>
    <w:rsid w:val="0045614B"/>
    <w:rsid w:val="00456717"/>
    <w:rsid w:val="004573B9"/>
    <w:rsid w:val="00457748"/>
    <w:rsid w:val="00457DD7"/>
    <w:rsid w:val="0046169C"/>
    <w:rsid w:val="00461AC1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430"/>
    <w:rsid w:val="00471B82"/>
    <w:rsid w:val="00471D69"/>
    <w:rsid w:val="00473156"/>
    <w:rsid w:val="00473617"/>
    <w:rsid w:val="00474A06"/>
    <w:rsid w:val="00474F08"/>
    <w:rsid w:val="00475405"/>
    <w:rsid w:val="00476403"/>
    <w:rsid w:val="00476D92"/>
    <w:rsid w:val="00476FD5"/>
    <w:rsid w:val="004770D2"/>
    <w:rsid w:val="00477AF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0D4C"/>
    <w:rsid w:val="004A121D"/>
    <w:rsid w:val="004A1225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72A2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1C25"/>
    <w:rsid w:val="004E4DC9"/>
    <w:rsid w:val="004E5F8E"/>
    <w:rsid w:val="004E747B"/>
    <w:rsid w:val="004F07E7"/>
    <w:rsid w:val="004F12DB"/>
    <w:rsid w:val="004F1F61"/>
    <w:rsid w:val="004F2210"/>
    <w:rsid w:val="004F2781"/>
    <w:rsid w:val="004F34AE"/>
    <w:rsid w:val="004F3A0B"/>
    <w:rsid w:val="004F3A51"/>
    <w:rsid w:val="004F583A"/>
    <w:rsid w:val="004F74B8"/>
    <w:rsid w:val="004F7514"/>
    <w:rsid w:val="004F7821"/>
    <w:rsid w:val="004F7FFA"/>
    <w:rsid w:val="005014B3"/>
    <w:rsid w:val="00502E30"/>
    <w:rsid w:val="00504756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0A9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478"/>
    <w:rsid w:val="00593F4C"/>
    <w:rsid w:val="00594A78"/>
    <w:rsid w:val="00595731"/>
    <w:rsid w:val="00595831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5319"/>
    <w:rsid w:val="005A5D7A"/>
    <w:rsid w:val="005A6685"/>
    <w:rsid w:val="005A688D"/>
    <w:rsid w:val="005A6F82"/>
    <w:rsid w:val="005A72BF"/>
    <w:rsid w:val="005B172F"/>
    <w:rsid w:val="005B1748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0771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54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242"/>
    <w:rsid w:val="0062261D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172A"/>
    <w:rsid w:val="0063225C"/>
    <w:rsid w:val="00632A34"/>
    <w:rsid w:val="00632C0B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1B7"/>
    <w:rsid w:val="006643E1"/>
    <w:rsid w:val="00664544"/>
    <w:rsid w:val="00664B08"/>
    <w:rsid w:val="00667A66"/>
    <w:rsid w:val="00670BF0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3228"/>
    <w:rsid w:val="00735081"/>
    <w:rsid w:val="007352D8"/>
    <w:rsid w:val="00735691"/>
    <w:rsid w:val="00735C02"/>
    <w:rsid w:val="00735D4E"/>
    <w:rsid w:val="007374D8"/>
    <w:rsid w:val="00737F8B"/>
    <w:rsid w:val="00740B52"/>
    <w:rsid w:val="007411F9"/>
    <w:rsid w:val="00741FCF"/>
    <w:rsid w:val="007425D7"/>
    <w:rsid w:val="007426AD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5FF9"/>
    <w:rsid w:val="00756D1D"/>
    <w:rsid w:val="00760DEE"/>
    <w:rsid w:val="007614E9"/>
    <w:rsid w:val="00761BB4"/>
    <w:rsid w:val="007620CC"/>
    <w:rsid w:val="0076216C"/>
    <w:rsid w:val="007625D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8F4"/>
    <w:rsid w:val="007B1BD9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6D6E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438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0C22"/>
    <w:rsid w:val="00891070"/>
    <w:rsid w:val="0089254B"/>
    <w:rsid w:val="0089344A"/>
    <w:rsid w:val="0089436F"/>
    <w:rsid w:val="00894812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81"/>
    <w:rsid w:val="008D3AC9"/>
    <w:rsid w:val="008D3DC9"/>
    <w:rsid w:val="008D4367"/>
    <w:rsid w:val="008D4812"/>
    <w:rsid w:val="008D56A4"/>
    <w:rsid w:val="008D61F0"/>
    <w:rsid w:val="008D691D"/>
    <w:rsid w:val="008D6930"/>
    <w:rsid w:val="008D7521"/>
    <w:rsid w:val="008E04F6"/>
    <w:rsid w:val="008E1474"/>
    <w:rsid w:val="008E16E9"/>
    <w:rsid w:val="008E1BBE"/>
    <w:rsid w:val="008E2148"/>
    <w:rsid w:val="008E254B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367"/>
    <w:rsid w:val="00945BD6"/>
    <w:rsid w:val="009469B2"/>
    <w:rsid w:val="009469CB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3D0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2CDA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4BA3"/>
    <w:rsid w:val="00A64E8F"/>
    <w:rsid w:val="00A65ACE"/>
    <w:rsid w:val="00A66057"/>
    <w:rsid w:val="00A6613D"/>
    <w:rsid w:val="00A66FF7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8AB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2FC9"/>
    <w:rsid w:val="00A9301A"/>
    <w:rsid w:val="00A93B61"/>
    <w:rsid w:val="00A945B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C70"/>
    <w:rsid w:val="00AB16B7"/>
    <w:rsid w:val="00AB1A26"/>
    <w:rsid w:val="00AB233B"/>
    <w:rsid w:val="00AB4741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EA5"/>
    <w:rsid w:val="00B45468"/>
    <w:rsid w:val="00B45C90"/>
    <w:rsid w:val="00B47103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6B5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DE5"/>
    <w:rsid w:val="00BA265C"/>
    <w:rsid w:val="00BA38EF"/>
    <w:rsid w:val="00BA393F"/>
    <w:rsid w:val="00BA3BDD"/>
    <w:rsid w:val="00BA3F84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536C"/>
    <w:rsid w:val="00BE5757"/>
    <w:rsid w:val="00BE57E4"/>
    <w:rsid w:val="00BE5E43"/>
    <w:rsid w:val="00BE6F60"/>
    <w:rsid w:val="00BE70E2"/>
    <w:rsid w:val="00BE7172"/>
    <w:rsid w:val="00BF06B4"/>
    <w:rsid w:val="00BF149A"/>
    <w:rsid w:val="00BF1661"/>
    <w:rsid w:val="00BF336D"/>
    <w:rsid w:val="00BF3778"/>
    <w:rsid w:val="00BF3D4B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2A83"/>
    <w:rsid w:val="00C03231"/>
    <w:rsid w:val="00C03B7E"/>
    <w:rsid w:val="00C03CBC"/>
    <w:rsid w:val="00C04418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0117"/>
    <w:rsid w:val="00C411BD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97B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2F0C"/>
    <w:rsid w:val="00C83631"/>
    <w:rsid w:val="00C839AB"/>
    <w:rsid w:val="00C83B52"/>
    <w:rsid w:val="00C84C5F"/>
    <w:rsid w:val="00C8541E"/>
    <w:rsid w:val="00C856D9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149A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3ED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259C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550B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389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6BD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4AC6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102"/>
    <w:rsid w:val="00EE27CF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07FD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4D8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3012F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2F12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1F8C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3586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06FD"/>
    <w:rsid w:val="00FC1C5C"/>
    <w:rsid w:val="00FC219F"/>
    <w:rsid w:val="00FC44AF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B06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1BD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5</Pages>
  <Words>614</Words>
  <Characters>3501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Bogdanova</dc:creator>
  <cp:keywords/>
  <dc:description/>
  <cp:lastModifiedBy>Мунуслуги</cp:lastModifiedBy>
  <cp:revision>5</cp:revision>
  <cp:lastPrinted>2013-10-21T06:45:00Z</cp:lastPrinted>
  <dcterms:created xsi:type="dcterms:W3CDTF">2013-10-21T04:13:00Z</dcterms:created>
  <dcterms:modified xsi:type="dcterms:W3CDTF">2013-10-21T09:46:00Z</dcterms:modified>
</cp:coreProperties>
</file>